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8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4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projektowania oddziaływań profilaktycznych oraz metodologii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26BBD" w:rsidRPr="004B09E3" w:rsidRDefault="00626BBD" w:rsidP="00626BB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26BB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334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33482F" w:rsidRP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  <w:p w:rsidR="0033482F" w:rsidRPr="009C54AE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bookmarkStart w:id="0" w:name="_GoBack"/>
            <w:bookmarkEnd w:id="0"/>
          </w:p>
          <w:p w:rsidR="0033482F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CAB" w:rsidRDefault="00001CAB" w:rsidP="00C16ABF">
      <w:pPr>
        <w:spacing w:after="0" w:line="240" w:lineRule="auto"/>
      </w:pPr>
      <w:r>
        <w:separator/>
      </w:r>
    </w:p>
  </w:endnote>
  <w:endnote w:type="continuationSeparator" w:id="0">
    <w:p w:rsidR="00001CAB" w:rsidRDefault="00001C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CAB" w:rsidRDefault="00001CAB" w:rsidP="00C16ABF">
      <w:pPr>
        <w:spacing w:after="0" w:line="240" w:lineRule="auto"/>
      </w:pPr>
      <w:r>
        <w:separator/>
      </w:r>
    </w:p>
  </w:footnote>
  <w:footnote w:type="continuationSeparator" w:id="0">
    <w:p w:rsidR="00001CAB" w:rsidRDefault="00001C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CAB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3482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BBD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4DB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470D3-4539-44A1-B7AE-E880ECB6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2022-04-27T16:59:00Z</dcterms:created>
  <dcterms:modified xsi:type="dcterms:W3CDTF">2022-06-22T15:45:00Z</dcterms:modified>
</cp:coreProperties>
</file>